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UR </w:t>
      </w:r>
      <w:r w:rsidRPr="0089536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598A8AA9" w14:textId="77777777" w:rsidR="0085747A" w:rsidRPr="00895369" w:rsidRDefault="0085747A" w:rsidP="00151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77777777" w:rsidR="00DC6D0C" w:rsidRPr="00895369" w:rsidRDefault="0071620A" w:rsidP="0015159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95369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895369">
        <w:rPr>
          <w:rFonts w:ascii="Corbel" w:hAnsi="Corbel"/>
          <w:smallCaps/>
          <w:sz w:val="24"/>
          <w:szCs w:val="24"/>
        </w:rPr>
        <w:t xml:space="preserve">2020-2022 </w:t>
      </w:r>
    </w:p>
    <w:p w14:paraId="130E7FA8" w14:textId="77777777" w:rsidR="00445970" w:rsidRPr="00895369" w:rsidRDefault="0015159E" w:rsidP="0015159E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95369">
        <w:rPr>
          <w:rFonts w:ascii="Corbel" w:hAnsi="Corbel"/>
          <w:sz w:val="20"/>
          <w:szCs w:val="20"/>
        </w:rPr>
        <w:t xml:space="preserve">Rok akademicki: </w:t>
      </w:r>
      <w:r w:rsidR="00014934" w:rsidRPr="00895369">
        <w:rPr>
          <w:rFonts w:ascii="Corbel" w:hAnsi="Corbel"/>
          <w:sz w:val="20"/>
          <w:szCs w:val="20"/>
        </w:rPr>
        <w:t>2020/2021</w:t>
      </w:r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14A8589" w:rsidR="0085747A" w:rsidRPr="00895369" w:rsidRDefault="00785637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FF4AF21" w:rsidR="00015B8F" w:rsidRPr="00895369" w:rsidRDefault="0078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5A932CB" w:rsidR="00015B8F" w:rsidRPr="00895369" w:rsidRDefault="0078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przedmiotu </w:t>
      </w:r>
      <w:r w:rsidRPr="00895369">
        <w:rPr>
          <w:rFonts w:ascii="Corbel" w:hAnsi="Corbel"/>
          <w:smallCaps w:val="0"/>
          <w:szCs w:val="24"/>
        </w:rPr>
        <w:t xml:space="preserve"> (z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>cele, efekty uczenia się</w:t>
      </w:r>
      <w:r w:rsidR="0085747A" w:rsidRPr="00895369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strategiczna jednostek terytorialnych – modyfikacje analizy strategicznej z wykorzystaniem procedury SWOT</w:t>
            </w:r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294966DE" w:rsidR="0085747A" w:rsidRPr="00895369" w:rsidRDefault="00785637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0A424795" w:rsidR="00C61DC5" w:rsidRPr="00895369" w:rsidRDefault="00785637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B5D915C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28FC17D1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6C25B636" w:rsidR="008A646E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452641" w14:textId="77777777" w:rsidR="009264EB" w:rsidRPr="009264EB" w:rsidRDefault="000D3C58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694C3975" w:rsidR="008A646E" w:rsidRPr="009264EB" w:rsidRDefault="008D49DB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4EB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9264EB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4A01F" w14:textId="77777777" w:rsidR="005336BA" w:rsidRDefault="005336BA" w:rsidP="00C16ABF">
      <w:pPr>
        <w:spacing w:after="0" w:line="240" w:lineRule="auto"/>
      </w:pPr>
      <w:r>
        <w:separator/>
      </w:r>
    </w:p>
  </w:endnote>
  <w:endnote w:type="continuationSeparator" w:id="0">
    <w:p w14:paraId="1606B746" w14:textId="77777777" w:rsidR="005336BA" w:rsidRDefault="00533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F98FF" w14:textId="77777777" w:rsidR="005336BA" w:rsidRDefault="005336BA" w:rsidP="00C16ABF">
      <w:pPr>
        <w:spacing w:after="0" w:line="240" w:lineRule="auto"/>
      </w:pPr>
      <w:r>
        <w:separator/>
      </w:r>
    </w:p>
  </w:footnote>
  <w:footnote w:type="continuationSeparator" w:id="0">
    <w:p w14:paraId="4F71FB86" w14:textId="77777777" w:rsidR="005336BA" w:rsidRDefault="005336B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F22BB2"/>
    <w:multiLevelType w:val="hybridMultilevel"/>
    <w:tmpl w:val="F4BC5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65E9A"/>
    <w:multiLevelType w:val="hybridMultilevel"/>
    <w:tmpl w:val="5E8CBF30"/>
    <w:lvl w:ilvl="0" w:tplc="FA72B4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CB1A34"/>
    <w:multiLevelType w:val="hybridMultilevel"/>
    <w:tmpl w:val="D43CB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61195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36BA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31D2"/>
    <w:rsid w:val="0061029B"/>
    <w:rsid w:val="00617230"/>
    <w:rsid w:val="00621CE1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63BF1"/>
    <w:rsid w:val="00766FD4"/>
    <w:rsid w:val="0078168C"/>
    <w:rsid w:val="00785637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264E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42B1C-DEEF-4FCF-9B02-26E01A291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926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2020-12-14T00:16:00Z</dcterms:created>
  <dcterms:modified xsi:type="dcterms:W3CDTF">2020-12-14T00:17:00Z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